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7AD73B94"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1829C8" w:rsidRPr="001829C8">
        <w:rPr>
          <w:rFonts w:eastAsiaTheme="minorHAnsi"/>
          <w:lang w:val="en-GB"/>
        </w:rPr>
        <w:t>83505303</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10CD036E"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D3A07">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F01B99">
        <w:rPr>
          <w:rFonts w:cs="Arial"/>
          <w:szCs w:val="22"/>
          <w:lang w:val="en-GB"/>
        </w:rPr>
        <w:t>16</w:t>
      </w:r>
      <w:r w:rsidR="00634E73">
        <w:rPr>
          <w:rFonts w:cs="Arial"/>
          <w:noProof/>
          <w:szCs w:val="22"/>
          <w:lang w:val="en-GB"/>
        </w:rPr>
        <w:t>0</w:t>
      </w:r>
      <w:r w:rsidR="00843341">
        <w:rPr>
          <w:rFonts w:cs="Arial"/>
          <w:noProof/>
          <w:szCs w:val="22"/>
          <w:lang w:val="en-GB"/>
        </w:rPr>
        <w:t>0</w:t>
      </w:r>
      <w:r w:rsidR="00634E73">
        <w:rPr>
          <w:rFonts w:cs="Arial"/>
          <w:noProof/>
          <w:szCs w:val="22"/>
          <w:lang w:val="en-GB"/>
        </w:rPr>
        <w:t>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ED0F0E"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0E99B97"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77096F">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ED0F0E"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133C0439"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01B99">
        <w:rPr>
          <w:b w:val="0"/>
          <w:lang w:val="en-GB"/>
        </w:rPr>
        <w:t>7</w:t>
      </w:r>
      <w:r w:rsidR="00CF2D1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266B8970"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01B99">
        <w:rPr>
          <w:b w:val="0"/>
          <w:lang w:val="en-GB"/>
        </w:rPr>
        <w:t>5</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75587" w:rsidRPr="00F75587">
        <w:rPr>
          <w:b w:val="0"/>
          <w:lang w:val="en-GB"/>
        </w:rPr>
        <w:t>green building consultancy</w:t>
      </w:r>
      <w:r w:rsidRPr="003F2462">
        <w:rPr>
          <w:b w:val="0"/>
          <w:lang w:val="en-GB"/>
        </w:rPr>
        <w:fldChar w:fldCharType="end"/>
      </w:r>
    </w:p>
    <w:p w14:paraId="1E565595" w14:textId="4726E79A"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01B99">
        <w:rPr>
          <w:b w:val="0"/>
          <w:lang w:val="en-GB"/>
        </w:rPr>
        <w:t>5</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252DC6">
        <w:rPr>
          <w:b w:val="0"/>
          <w:lang w:val="en-GB"/>
        </w:rPr>
        <w:t>Indonesia</w:t>
      </w:r>
      <w:r w:rsidR="00463D77">
        <w:rPr>
          <w:b w:val="0"/>
          <w:lang w:val="en-GB"/>
        </w:rPr>
        <w:t xml:space="preserve"> </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647B3">
        <w:rPr>
          <w:b w:val="0"/>
          <w:lang w:val="en-GB"/>
        </w:rPr>
        <w:t>36 months</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15CC30FF"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005A5CA9">
        <w:rPr>
          <w:color w:val="000000" w:themeColor="text1"/>
          <w:lang w:val="en-GB"/>
        </w:rPr>
        <w:t>5</w:t>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122F0F08"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005A5CA9">
        <w:rPr>
          <w:color w:val="000000" w:themeColor="text1"/>
          <w:lang w:val="en-GB"/>
        </w:rPr>
        <w:t>5</w:t>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3BB53" w14:textId="77777777" w:rsidR="00D26291" w:rsidRDefault="00D26291" w:rsidP="00A637D0">
      <w:r>
        <w:separator/>
      </w:r>
    </w:p>
  </w:endnote>
  <w:endnote w:type="continuationSeparator" w:id="0">
    <w:p w14:paraId="7CEBCD15" w14:textId="77777777" w:rsidR="00D26291" w:rsidRDefault="00D26291"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527FE" w14:textId="77777777" w:rsidR="00D26291" w:rsidRDefault="00D26291" w:rsidP="00A637D0">
      <w:r>
        <w:separator/>
      </w:r>
    </w:p>
  </w:footnote>
  <w:footnote w:type="continuationSeparator" w:id="0">
    <w:p w14:paraId="59E5D696" w14:textId="77777777" w:rsidR="00D26291" w:rsidRDefault="00D26291"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3702"/>
    <w:rsid w:val="00047F4A"/>
    <w:rsid w:val="00052ABD"/>
    <w:rsid w:val="000548E6"/>
    <w:rsid w:val="00054B0B"/>
    <w:rsid w:val="000559A2"/>
    <w:rsid w:val="00074A24"/>
    <w:rsid w:val="00074DAF"/>
    <w:rsid w:val="00083456"/>
    <w:rsid w:val="000A273E"/>
    <w:rsid w:val="000A5C66"/>
    <w:rsid w:val="000B0E75"/>
    <w:rsid w:val="000B1A38"/>
    <w:rsid w:val="000B478D"/>
    <w:rsid w:val="000B7E54"/>
    <w:rsid w:val="000C1CE3"/>
    <w:rsid w:val="000C4C1D"/>
    <w:rsid w:val="000C7EF0"/>
    <w:rsid w:val="000E07DA"/>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70F92"/>
    <w:rsid w:val="001829C8"/>
    <w:rsid w:val="00182FB6"/>
    <w:rsid w:val="0018551C"/>
    <w:rsid w:val="00187B89"/>
    <w:rsid w:val="00190868"/>
    <w:rsid w:val="001A17F9"/>
    <w:rsid w:val="001A4100"/>
    <w:rsid w:val="001A6FB0"/>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157F"/>
    <w:rsid w:val="002320DD"/>
    <w:rsid w:val="002436FD"/>
    <w:rsid w:val="00247C37"/>
    <w:rsid w:val="0025197C"/>
    <w:rsid w:val="00252DC6"/>
    <w:rsid w:val="002532B6"/>
    <w:rsid w:val="00260630"/>
    <w:rsid w:val="002616A5"/>
    <w:rsid w:val="00270A19"/>
    <w:rsid w:val="00271D34"/>
    <w:rsid w:val="0027290F"/>
    <w:rsid w:val="00275F2B"/>
    <w:rsid w:val="00283424"/>
    <w:rsid w:val="002840F5"/>
    <w:rsid w:val="0028645D"/>
    <w:rsid w:val="00286A7C"/>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FF5"/>
    <w:rsid w:val="002E3268"/>
    <w:rsid w:val="002F4523"/>
    <w:rsid w:val="00303CC2"/>
    <w:rsid w:val="003049BD"/>
    <w:rsid w:val="00304B51"/>
    <w:rsid w:val="00316AD4"/>
    <w:rsid w:val="003306FA"/>
    <w:rsid w:val="00333EFE"/>
    <w:rsid w:val="0034250C"/>
    <w:rsid w:val="00342640"/>
    <w:rsid w:val="00351DC4"/>
    <w:rsid w:val="00354D41"/>
    <w:rsid w:val="003625D9"/>
    <w:rsid w:val="00371240"/>
    <w:rsid w:val="00371F72"/>
    <w:rsid w:val="00373042"/>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58B0"/>
    <w:rsid w:val="003F2462"/>
    <w:rsid w:val="003F6EC9"/>
    <w:rsid w:val="003F7303"/>
    <w:rsid w:val="00415BA6"/>
    <w:rsid w:val="0044321E"/>
    <w:rsid w:val="004435ED"/>
    <w:rsid w:val="004511CA"/>
    <w:rsid w:val="0045631A"/>
    <w:rsid w:val="0045739A"/>
    <w:rsid w:val="00463D77"/>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15F0"/>
    <w:rsid w:val="004B6704"/>
    <w:rsid w:val="004B6B84"/>
    <w:rsid w:val="004C4961"/>
    <w:rsid w:val="004D1A52"/>
    <w:rsid w:val="004D5B34"/>
    <w:rsid w:val="004E11DA"/>
    <w:rsid w:val="004E37B6"/>
    <w:rsid w:val="004E597C"/>
    <w:rsid w:val="004F56CA"/>
    <w:rsid w:val="004F6D94"/>
    <w:rsid w:val="004F7FBA"/>
    <w:rsid w:val="00502CE8"/>
    <w:rsid w:val="00503D35"/>
    <w:rsid w:val="00507C1D"/>
    <w:rsid w:val="005151D9"/>
    <w:rsid w:val="00516FF0"/>
    <w:rsid w:val="00541664"/>
    <w:rsid w:val="00553FC0"/>
    <w:rsid w:val="00554D64"/>
    <w:rsid w:val="00556EAD"/>
    <w:rsid w:val="00560342"/>
    <w:rsid w:val="00562AAE"/>
    <w:rsid w:val="005856CD"/>
    <w:rsid w:val="005875AF"/>
    <w:rsid w:val="005A05F7"/>
    <w:rsid w:val="005A5CA9"/>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34E73"/>
    <w:rsid w:val="00640871"/>
    <w:rsid w:val="00640E1F"/>
    <w:rsid w:val="00641269"/>
    <w:rsid w:val="00642A84"/>
    <w:rsid w:val="00645BF8"/>
    <w:rsid w:val="00646202"/>
    <w:rsid w:val="0064662C"/>
    <w:rsid w:val="00646B78"/>
    <w:rsid w:val="00647683"/>
    <w:rsid w:val="00655A55"/>
    <w:rsid w:val="00655F11"/>
    <w:rsid w:val="006601D0"/>
    <w:rsid w:val="00672B9A"/>
    <w:rsid w:val="00682E0C"/>
    <w:rsid w:val="00691579"/>
    <w:rsid w:val="0069220B"/>
    <w:rsid w:val="00694737"/>
    <w:rsid w:val="00696B10"/>
    <w:rsid w:val="006A5B09"/>
    <w:rsid w:val="006B01FA"/>
    <w:rsid w:val="006B4708"/>
    <w:rsid w:val="006C3411"/>
    <w:rsid w:val="006E2E2F"/>
    <w:rsid w:val="006E6BF7"/>
    <w:rsid w:val="006E724B"/>
    <w:rsid w:val="006F15DB"/>
    <w:rsid w:val="006F1D40"/>
    <w:rsid w:val="006F545C"/>
    <w:rsid w:val="006F5A39"/>
    <w:rsid w:val="006F643B"/>
    <w:rsid w:val="006F6892"/>
    <w:rsid w:val="007000B3"/>
    <w:rsid w:val="007077E8"/>
    <w:rsid w:val="00721DEE"/>
    <w:rsid w:val="00722877"/>
    <w:rsid w:val="007245A9"/>
    <w:rsid w:val="007273C6"/>
    <w:rsid w:val="00736275"/>
    <w:rsid w:val="00737A70"/>
    <w:rsid w:val="00752AC5"/>
    <w:rsid w:val="007543A6"/>
    <w:rsid w:val="00763DE2"/>
    <w:rsid w:val="007644B0"/>
    <w:rsid w:val="007646C2"/>
    <w:rsid w:val="007702B2"/>
    <w:rsid w:val="0077096F"/>
    <w:rsid w:val="00771C78"/>
    <w:rsid w:val="00776B87"/>
    <w:rsid w:val="00780022"/>
    <w:rsid w:val="00787AAD"/>
    <w:rsid w:val="00791EC5"/>
    <w:rsid w:val="0079505C"/>
    <w:rsid w:val="007A14C8"/>
    <w:rsid w:val="007B0B24"/>
    <w:rsid w:val="007B14B5"/>
    <w:rsid w:val="007B15CD"/>
    <w:rsid w:val="007B29A9"/>
    <w:rsid w:val="007C2451"/>
    <w:rsid w:val="007C4739"/>
    <w:rsid w:val="007D1F6F"/>
    <w:rsid w:val="007D416C"/>
    <w:rsid w:val="007D4193"/>
    <w:rsid w:val="007D626A"/>
    <w:rsid w:val="007D6FB7"/>
    <w:rsid w:val="007F04A8"/>
    <w:rsid w:val="007F4156"/>
    <w:rsid w:val="007F53DB"/>
    <w:rsid w:val="008018D8"/>
    <w:rsid w:val="00805C7A"/>
    <w:rsid w:val="008071C6"/>
    <w:rsid w:val="00812317"/>
    <w:rsid w:val="00814003"/>
    <w:rsid w:val="00824179"/>
    <w:rsid w:val="00840C47"/>
    <w:rsid w:val="00840C61"/>
    <w:rsid w:val="00843341"/>
    <w:rsid w:val="0084450E"/>
    <w:rsid w:val="00845E5A"/>
    <w:rsid w:val="008472EF"/>
    <w:rsid w:val="00847F0B"/>
    <w:rsid w:val="008564C5"/>
    <w:rsid w:val="00856CFA"/>
    <w:rsid w:val="008710E3"/>
    <w:rsid w:val="0087461E"/>
    <w:rsid w:val="008761AD"/>
    <w:rsid w:val="00880B21"/>
    <w:rsid w:val="00882D2F"/>
    <w:rsid w:val="008862EE"/>
    <w:rsid w:val="008964DD"/>
    <w:rsid w:val="008A634C"/>
    <w:rsid w:val="008B1997"/>
    <w:rsid w:val="008B7244"/>
    <w:rsid w:val="008C00BE"/>
    <w:rsid w:val="008D3380"/>
    <w:rsid w:val="008D4B06"/>
    <w:rsid w:val="008D5708"/>
    <w:rsid w:val="008D5A9C"/>
    <w:rsid w:val="008E3230"/>
    <w:rsid w:val="00904E6F"/>
    <w:rsid w:val="00905B81"/>
    <w:rsid w:val="00914472"/>
    <w:rsid w:val="0091691F"/>
    <w:rsid w:val="009239DC"/>
    <w:rsid w:val="00936D15"/>
    <w:rsid w:val="009421DC"/>
    <w:rsid w:val="00942857"/>
    <w:rsid w:val="00942E3E"/>
    <w:rsid w:val="00956706"/>
    <w:rsid w:val="00957D5A"/>
    <w:rsid w:val="00960432"/>
    <w:rsid w:val="00964A05"/>
    <w:rsid w:val="00967801"/>
    <w:rsid w:val="00986F39"/>
    <w:rsid w:val="00992376"/>
    <w:rsid w:val="00994A1D"/>
    <w:rsid w:val="009A13D5"/>
    <w:rsid w:val="009A45E6"/>
    <w:rsid w:val="009B0BA2"/>
    <w:rsid w:val="009B4A8D"/>
    <w:rsid w:val="009C1BCC"/>
    <w:rsid w:val="009C20A0"/>
    <w:rsid w:val="009C300B"/>
    <w:rsid w:val="009C60C8"/>
    <w:rsid w:val="009C7098"/>
    <w:rsid w:val="009D1859"/>
    <w:rsid w:val="009D33C1"/>
    <w:rsid w:val="009D3A07"/>
    <w:rsid w:val="009D73BB"/>
    <w:rsid w:val="009E0B2D"/>
    <w:rsid w:val="009E4E08"/>
    <w:rsid w:val="009E7BD7"/>
    <w:rsid w:val="009E7E71"/>
    <w:rsid w:val="009F1656"/>
    <w:rsid w:val="00A00268"/>
    <w:rsid w:val="00A03C1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82354"/>
    <w:rsid w:val="00A908BD"/>
    <w:rsid w:val="00A95A9F"/>
    <w:rsid w:val="00A96FDB"/>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0B59"/>
    <w:rsid w:val="00B11033"/>
    <w:rsid w:val="00B154BD"/>
    <w:rsid w:val="00B15DB2"/>
    <w:rsid w:val="00B17D66"/>
    <w:rsid w:val="00B23934"/>
    <w:rsid w:val="00B244C8"/>
    <w:rsid w:val="00B24A1B"/>
    <w:rsid w:val="00B3773F"/>
    <w:rsid w:val="00B42C2E"/>
    <w:rsid w:val="00B4737B"/>
    <w:rsid w:val="00B503C1"/>
    <w:rsid w:val="00B5388E"/>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340"/>
    <w:rsid w:val="00BC3FE3"/>
    <w:rsid w:val="00BE09A4"/>
    <w:rsid w:val="00BE5AEF"/>
    <w:rsid w:val="00BF4517"/>
    <w:rsid w:val="00C11D38"/>
    <w:rsid w:val="00C1422E"/>
    <w:rsid w:val="00C15C00"/>
    <w:rsid w:val="00C177A6"/>
    <w:rsid w:val="00C2145D"/>
    <w:rsid w:val="00C21919"/>
    <w:rsid w:val="00C23F92"/>
    <w:rsid w:val="00C33309"/>
    <w:rsid w:val="00C33501"/>
    <w:rsid w:val="00C40F8D"/>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41D"/>
    <w:rsid w:val="00CC49D9"/>
    <w:rsid w:val="00CC4DB7"/>
    <w:rsid w:val="00CC73B7"/>
    <w:rsid w:val="00CD1093"/>
    <w:rsid w:val="00CD34D5"/>
    <w:rsid w:val="00CD4F23"/>
    <w:rsid w:val="00CD60E5"/>
    <w:rsid w:val="00CD69B8"/>
    <w:rsid w:val="00CE6B93"/>
    <w:rsid w:val="00CE7FBD"/>
    <w:rsid w:val="00CF2D1D"/>
    <w:rsid w:val="00CF3A30"/>
    <w:rsid w:val="00D027FB"/>
    <w:rsid w:val="00D038BA"/>
    <w:rsid w:val="00D04E04"/>
    <w:rsid w:val="00D11C26"/>
    <w:rsid w:val="00D151EE"/>
    <w:rsid w:val="00D15832"/>
    <w:rsid w:val="00D167A3"/>
    <w:rsid w:val="00D2054F"/>
    <w:rsid w:val="00D21E07"/>
    <w:rsid w:val="00D26291"/>
    <w:rsid w:val="00D26A6F"/>
    <w:rsid w:val="00D27533"/>
    <w:rsid w:val="00D332D6"/>
    <w:rsid w:val="00D33627"/>
    <w:rsid w:val="00D377D7"/>
    <w:rsid w:val="00D50836"/>
    <w:rsid w:val="00D642DF"/>
    <w:rsid w:val="00D67C9D"/>
    <w:rsid w:val="00D76E6C"/>
    <w:rsid w:val="00D80282"/>
    <w:rsid w:val="00D828C7"/>
    <w:rsid w:val="00D915D5"/>
    <w:rsid w:val="00DA3266"/>
    <w:rsid w:val="00DB1469"/>
    <w:rsid w:val="00DB635D"/>
    <w:rsid w:val="00DD0D7D"/>
    <w:rsid w:val="00DD48B5"/>
    <w:rsid w:val="00DD592E"/>
    <w:rsid w:val="00DD658A"/>
    <w:rsid w:val="00DE0892"/>
    <w:rsid w:val="00DE3C1A"/>
    <w:rsid w:val="00DE6D89"/>
    <w:rsid w:val="00DE7E67"/>
    <w:rsid w:val="00DF46F4"/>
    <w:rsid w:val="00DF6E8E"/>
    <w:rsid w:val="00E00A39"/>
    <w:rsid w:val="00E17E99"/>
    <w:rsid w:val="00E2052D"/>
    <w:rsid w:val="00E26540"/>
    <w:rsid w:val="00E267ED"/>
    <w:rsid w:val="00E27A10"/>
    <w:rsid w:val="00E30D70"/>
    <w:rsid w:val="00E32D51"/>
    <w:rsid w:val="00E415DF"/>
    <w:rsid w:val="00E46413"/>
    <w:rsid w:val="00E46FEC"/>
    <w:rsid w:val="00E51376"/>
    <w:rsid w:val="00E52AF0"/>
    <w:rsid w:val="00E534D5"/>
    <w:rsid w:val="00E56945"/>
    <w:rsid w:val="00E57584"/>
    <w:rsid w:val="00E62B79"/>
    <w:rsid w:val="00E64056"/>
    <w:rsid w:val="00E704DD"/>
    <w:rsid w:val="00E71D03"/>
    <w:rsid w:val="00E73D50"/>
    <w:rsid w:val="00E747E1"/>
    <w:rsid w:val="00E80124"/>
    <w:rsid w:val="00E8565A"/>
    <w:rsid w:val="00E9115F"/>
    <w:rsid w:val="00E917CA"/>
    <w:rsid w:val="00E94D73"/>
    <w:rsid w:val="00EA095D"/>
    <w:rsid w:val="00EA10F3"/>
    <w:rsid w:val="00EA17FF"/>
    <w:rsid w:val="00EA4415"/>
    <w:rsid w:val="00EA68E8"/>
    <w:rsid w:val="00EA7FA8"/>
    <w:rsid w:val="00EB0E81"/>
    <w:rsid w:val="00EB29C4"/>
    <w:rsid w:val="00EB796A"/>
    <w:rsid w:val="00EC70FB"/>
    <w:rsid w:val="00ED0F0E"/>
    <w:rsid w:val="00ED0F51"/>
    <w:rsid w:val="00ED1FD6"/>
    <w:rsid w:val="00ED20AC"/>
    <w:rsid w:val="00ED47EB"/>
    <w:rsid w:val="00ED581C"/>
    <w:rsid w:val="00ED5E17"/>
    <w:rsid w:val="00ED67E0"/>
    <w:rsid w:val="00ED68B5"/>
    <w:rsid w:val="00EE04BC"/>
    <w:rsid w:val="00EE15A3"/>
    <w:rsid w:val="00EF1B99"/>
    <w:rsid w:val="00EF54C1"/>
    <w:rsid w:val="00F01B99"/>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1AFC"/>
    <w:rsid w:val="00F546C2"/>
    <w:rsid w:val="00F55CC9"/>
    <w:rsid w:val="00F63CD1"/>
    <w:rsid w:val="00F647B3"/>
    <w:rsid w:val="00F7392C"/>
    <w:rsid w:val="00F75587"/>
    <w:rsid w:val="00F96761"/>
    <w:rsid w:val="00FA0578"/>
    <w:rsid w:val="00FA7E09"/>
    <w:rsid w:val="00FB21AF"/>
    <w:rsid w:val="00FB2A41"/>
    <w:rsid w:val="00FB2B83"/>
    <w:rsid w:val="00FB3CCB"/>
    <w:rsid w:val="00FC5121"/>
    <w:rsid w:val="00FD090A"/>
    <w:rsid w:val="00FD0CDF"/>
    <w:rsid w:val="00FD151A"/>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23157F"/>
    <w:rsid w:val="00235435"/>
    <w:rsid w:val="00282750"/>
    <w:rsid w:val="0038269E"/>
    <w:rsid w:val="003D58B0"/>
    <w:rsid w:val="00487871"/>
    <w:rsid w:val="004D3552"/>
    <w:rsid w:val="005600F0"/>
    <w:rsid w:val="00596403"/>
    <w:rsid w:val="005C631F"/>
    <w:rsid w:val="005E2F52"/>
    <w:rsid w:val="006038E3"/>
    <w:rsid w:val="006E233B"/>
    <w:rsid w:val="00736275"/>
    <w:rsid w:val="00821512"/>
    <w:rsid w:val="0087461E"/>
    <w:rsid w:val="00882CCD"/>
    <w:rsid w:val="008D5708"/>
    <w:rsid w:val="00927956"/>
    <w:rsid w:val="00950015"/>
    <w:rsid w:val="00991ACB"/>
    <w:rsid w:val="009D336F"/>
    <w:rsid w:val="009E1F04"/>
    <w:rsid w:val="00AF2B32"/>
    <w:rsid w:val="00AF7064"/>
    <w:rsid w:val="00B5752D"/>
    <w:rsid w:val="00BA70FB"/>
    <w:rsid w:val="00C15C00"/>
    <w:rsid w:val="00C40F8D"/>
    <w:rsid w:val="00C72E5A"/>
    <w:rsid w:val="00C87B31"/>
    <w:rsid w:val="00C97DAF"/>
    <w:rsid w:val="00CD6951"/>
    <w:rsid w:val="00D1327F"/>
    <w:rsid w:val="00D3109A"/>
    <w:rsid w:val="00D50836"/>
    <w:rsid w:val="00D86E7B"/>
    <w:rsid w:val="00DB64AB"/>
    <w:rsid w:val="00DB7054"/>
    <w:rsid w:val="00DB7DF1"/>
    <w:rsid w:val="00E14AC7"/>
    <w:rsid w:val="00E22FB5"/>
    <w:rsid w:val="00EB2CA5"/>
    <w:rsid w:val="00EC42C3"/>
    <w:rsid w:val="00EF29A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1805</Words>
  <Characters>10528</Characters>
  <Application>Microsoft Office Word</Application>
  <DocSecurity>0</DocSecurity>
  <Lines>350</Lines>
  <Paragraphs>228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Laluyan, Dewi Citra GIZ ID</cp:lastModifiedBy>
  <cp:revision>2</cp:revision>
  <cp:lastPrinted>2018-02-16T12:47:00Z</cp:lastPrinted>
  <dcterms:created xsi:type="dcterms:W3CDTF">2025-12-16T03:31:00Z</dcterms:created>
  <dcterms:modified xsi:type="dcterms:W3CDTF">2025-12-16T03:31:00Z</dcterms:modified>
</cp:coreProperties>
</file>